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0"/>
        <w:gridCol w:w="5041"/>
      </w:tblGrid>
      <w:tr w:rsidR="006059EE" w:rsidTr="006059EE">
        <w:tc>
          <w:tcPr>
            <w:tcW w:w="5040" w:type="dxa"/>
          </w:tcPr>
          <w:p w:rsidR="006059EE" w:rsidRPr="006059EE" w:rsidRDefault="006059EE">
            <w:pPr>
              <w:rPr>
                <w:sz w:val="38"/>
              </w:rPr>
            </w:pPr>
            <w:r w:rsidRPr="006059EE">
              <w:rPr>
                <w:sz w:val="38"/>
              </w:rPr>
              <w:t>Student A gets angry when a teacher tells he</w:t>
            </w:r>
            <w:r>
              <w:rPr>
                <w:sz w:val="38"/>
              </w:rPr>
              <w:t>r off.  She often talks back an</w:t>
            </w:r>
            <w:r w:rsidRPr="006059EE">
              <w:rPr>
                <w:sz w:val="38"/>
              </w:rPr>
              <w:t>d</w:t>
            </w:r>
            <w:r>
              <w:rPr>
                <w:sz w:val="38"/>
              </w:rPr>
              <w:t xml:space="preserve"> </w:t>
            </w:r>
            <w:r w:rsidRPr="006059EE">
              <w:rPr>
                <w:sz w:val="38"/>
              </w:rPr>
              <w:t xml:space="preserve">then regrets it afterwards. </w:t>
            </w:r>
          </w:p>
        </w:tc>
        <w:tc>
          <w:tcPr>
            <w:tcW w:w="5041" w:type="dxa"/>
          </w:tcPr>
          <w:p w:rsidR="006059EE" w:rsidRPr="006059EE" w:rsidRDefault="006059EE" w:rsidP="006059EE">
            <w:pPr>
              <w:rPr>
                <w:sz w:val="38"/>
              </w:rPr>
            </w:pPr>
            <w:r>
              <w:rPr>
                <w:sz w:val="38"/>
              </w:rPr>
              <w:t xml:space="preserve">Student B is very close to her grandmother.  Her mother has just told her that her grandmother has cancer and that she needs chemotherapy.  </w:t>
            </w:r>
          </w:p>
        </w:tc>
      </w:tr>
      <w:tr w:rsidR="006059EE" w:rsidTr="006059EE">
        <w:tc>
          <w:tcPr>
            <w:tcW w:w="5040" w:type="dxa"/>
          </w:tcPr>
          <w:p w:rsidR="006059EE" w:rsidRPr="006059EE" w:rsidRDefault="006059EE" w:rsidP="006059EE">
            <w:pPr>
              <w:rPr>
                <w:sz w:val="38"/>
              </w:rPr>
            </w:pPr>
            <w:r>
              <w:rPr>
                <w:sz w:val="38"/>
              </w:rPr>
              <w:t>Student C constantly argues with his Dad because he is expected to look after his little brother before and after school.  He gets in trouble at school because he doesn’t</w:t>
            </w:r>
            <w:r w:rsidR="00406049">
              <w:rPr>
                <w:sz w:val="38"/>
              </w:rPr>
              <w:t xml:space="preserve"> turn up to</w:t>
            </w:r>
            <w:bookmarkStart w:id="0" w:name="_GoBack"/>
            <w:bookmarkEnd w:id="0"/>
            <w:r>
              <w:rPr>
                <w:sz w:val="38"/>
              </w:rPr>
              <w:t xml:space="preserve"> detentions.  </w:t>
            </w:r>
          </w:p>
        </w:tc>
        <w:tc>
          <w:tcPr>
            <w:tcW w:w="5041" w:type="dxa"/>
          </w:tcPr>
          <w:p w:rsidR="006059EE" w:rsidRPr="006059EE" w:rsidRDefault="006059EE">
            <w:pPr>
              <w:rPr>
                <w:sz w:val="38"/>
              </w:rPr>
            </w:pPr>
            <w:r>
              <w:rPr>
                <w:sz w:val="38"/>
              </w:rPr>
              <w:t xml:space="preserve">Student D has got a really bad test result in Science.  It is parents’ evening on Thursday and he knows that he will get in trouble.  </w:t>
            </w:r>
          </w:p>
        </w:tc>
      </w:tr>
    </w:tbl>
    <w:p w:rsidR="00313E67" w:rsidRDefault="00313E67"/>
    <w:sectPr w:rsidR="00313E67" w:rsidSect="00C11045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9EE"/>
    <w:rsid w:val="00072159"/>
    <w:rsid w:val="000E7F56"/>
    <w:rsid w:val="00151B8C"/>
    <w:rsid w:val="00313E67"/>
    <w:rsid w:val="00406049"/>
    <w:rsid w:val="006059EE"/>
    <w:rsid w:val="00C1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5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5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BCDE4DB0</Template>
  <TotalTime>9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L. Borne</dc:creator>
  <cp:lastModifiedBy>Miss S. Marshall</cp:lastModifiedBy>
  <cp:revision>2</cp:revision>
  <dcterms:created xsi:type="dcterms:W3CDTF">2016-11-09T12:21:00Z</dcterms:created>
  <dcterms:modified xsi:type="dcterms:W3CDTF">2017-10-13T10:22:00Z</dcterms:modified>
</cp:coreProperties>
</file>